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E22A43" w:rsidRPr="00E22A43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E22A43" w:rsidRPr="00E22A43">
        <w:rPr>
          <w:rFonts w:ascii="Times New Roman" w:hAnsi="Times New Roman"/>
          <w:b/>
        </w:rPr>
        <w:t>BP.271.25.2018.BS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22A43" w:rsidRPr="00E22A43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22A43" w:rsidRPr="00E22A43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E22A43" w:rsidRPr="00E22A43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22A43" w:rsidRPr="00E22A43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E22A43" w:rsidRPr="00E22A43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22A43" w:rsidRPr="00E22A43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E22A43" w:rsidRPr="00E22A43">
        <w:rPr>
          <w:rFonts w:ascii="Times New Roman" w:hAnsi="Times New Roman"/>
          <w:b/>
        </w:rPr>
        <w:t>Modernizacja korytarzy budynku głównego w Szkole Podstawowej nr 6 w Śremie.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E22A43" w:rsidRPr="00E22A43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CD5" w:rsidRDefault="00EF5CD5" w:rsidP="0038231F">
      <w:pPr>
        <w:spacing w:after="0" w:line="240" w:lineRule="auto"/>
      </w:pPr>
      <w:r>
        <w:separator/>
      </w:r>
    </w:p>
  </w:endnote>
  <w:endnote w:type="continuationSeparator" w:id="0">
    <w:p w:rsidR="00EF5CD5" w:rsidRDefault="00EF5C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43" w:rsidRDefault="00E22A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9449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9449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43" w:rsidRDefault="00E22A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CD5" w:rsidRDefault="00EF5CD5" w:rsidP="0038231F">
      <w:pPr>
        <w:spacing w:after="0" w:line="240" w:lineRule="auto"/>
      </w:pPr>
      <w:r>
        <w:separator/>
      </w:r>
    </w:p>
  </w:footnote>
  <w:footnote w:type="continuationSeparator" w:id="0">
    <w:p w:rsidR="00EF5CD5" w:rsidRDefault="00EF5C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43" w:rsidRDefault="00E22A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43" w:rsidRDefault="00E22A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43" w:rsidRDefault="00E22A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D5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94498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2A43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5CD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A5640-284B-4324-B6EB-F243D0A4E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2018-05-22T09:08:00Z</dcterms:created>
  <dcterms:modified xsi:type="dcterms:W3CDTF">2018-05-22T09:08:00Z</dcterms:modified>
</cp:coreProperties>
</file>